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2024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科目代码：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873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科目名称：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文物保护技术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满分：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150分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学的基础知识、基本概念、基本理论。</w:t>
      </w:r>
    </w:p>
    <w:p>
      <w:pPr>
        <w:rPr>
          <w:rFonts w:hint="eastAsia" w:ascii="宋体" w:hAnsi="宋体" w:eastAsia="微软雅黑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了解文物科技分析的基本原理和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技术。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了解我国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的文物保护和修复的原则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和技术。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4能运用文物保护学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及文物保护技术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的基本知识来分析和解决一些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保护的现实问题。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一、文物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学基础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1、文物的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定义、内涵和时限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文物的价值与作用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</w:rPr>
        <w:t>学研究的主要领域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</w:rPr>
        <w:t>学研究的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基本方法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保护的原则与意义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学研究的特点及与相关学科关系</w:t>
      </w:r>
    </w:p>
    <w:p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文物管理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与保护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文物保护学的发展趋向</w:t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文物分析技术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材料的组成及分类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材料的成分和结构分析在文物保护中的地位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文物材料的成分分析基本方法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材料的结构分析基本方法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材料的显微分析基本方法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材料的热分析和电化学分析基本方法</w:t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文物保护与修复技术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无机质文物的分类及其发展史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无机质文物的基本保护与修复技术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有机质文物的分类及其发展史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有机质文物的基本保护与修复技术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传统的文物保护与修复技术</w:t>
      </w:r>
    </w:p>
    <w:p>
      <w:p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考古发掘现场文物保护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考古发掘现场文物保护的意义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考古发掘现场文物保护的原则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考古发掘现场的文物保护技术</w:t>
      </w:r>
    </w:p>
    <w:p>
      <w:pPr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科技考古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考古学的断代方法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植物遗存的分析方法</w:t>
      </w:r>
    </w:p>
    <w:p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动物遗存的分析方法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人类体质考古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000000"/>
    <w:rsid w:val="02797872"/>
    <w:rsid w:val="09BC3B0B"/>
    <w:rsid w:val="0BB04524"/>
    <w:rsid w:val="0D797F9F"/>
    <w:rsid w:val="1057106E"/>
    <w:rsid w:val="12CF0E01"/>
    <w:rsid w:val="13442CA3"/>
    <w:rsid w:val="13AC6606"/>
    <w:rsid w:val="14D2504D"/>
    <w:rsid w:val="15C35898"/>
    <w:rsid w:val="1EBA0AEA"/>
    <w:rsid w:val="1EFD5915"/>
    <w:rsid w:val="1EFF53DE"/>
    <w:rsid w:val="20190366"/>
    <w:rsid w:val="22080428"/>
    <w:rsid w:val="23C35E1F"/>
    <w:rsid w:val="251F61A7"/>
    <w:rsid w:val="27066B60"/>
    <w:rsid w:val="2AB33603"/>
    <w:rsid w:val="2BAE7E7F"/>
    <w:rsid w:val="2C4D43AF"/>
    <w:rsid w:val="2CAA1E0E"/>
    <w:rsid w:val="30717AD3"/>
    <w:rsid w:val="34126AC7"/>
    <w:rsid w:val="343700C4"/>
    <w:rsid w:val="37BE6961"/>
    <w:rsid w:val="3DF3030E"/>
    <w:rsid w:val="44992A39"/>
    <w:rsid w:val="46F15D00"/>
    <w:rsid w:val="4A003601"/>
    <w:rsid w:val="4C4C450E"/>
    <w:rsid w:val="4E831891"/>
    <w:rsid w:val="51020E48"/>
    <w:rsid w:val="64994927"/>
    <w:rsid w:val="6683103B"/>
    <w:rsid w:val="6DD874AD"/>
    <w:rsid w:val="761436C6"/>
    <w:rsid w:val="7F84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2023-09-13T09:52:00Z</dcterms:created>
  <dc:creator>86150</dc:creator>
  <cp:lastModifiedBy>夭桃秾李</cp:lastModifiedBy>
  <dcterms:modified xsi:type="dcterms:W3CDTF">2023-09-15T06:12:21Z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73A6ACB4E13C46CCA7AC22B730464BC0_13</vt:lpwstr>
  </property>
</Properties>
</file>