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616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马克思主义基本理论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马克思主义基本理论</w:t>
      </w: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考试大纲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导 论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一、什么是马克思主义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二、马克思主义的创立与发展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三、马克思主义的基本特征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四、马克思主义的当代价值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五、自觉学习和运用马克思主义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第一章 世界的物质性及发展规律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世界的多样性与物质统一性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一、物质及其存在方式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二、物质与意识的辩证关系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三、世界的物质统一性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事物的普遍联系和变化发展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一、联系和发展的普遍性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二、对立统一规律是事物发展的根本规律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三、量变质变规律和否定之否定规律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四、联系和发展的基本环节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唯物辩证法是认识世界和改造世界的根本方法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一、唯物辩证法的本质特征和认识功能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二、学习唯物辩证法，不断增强思维能力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第二章 实践与认识及其发展规律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实践与认识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一、科学的实践观及其意义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二、实践的本质与基本结构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三、认识的本质与过程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四、实践与认识的辩证运动及其规律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真理与价值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一、真理的客观性、绝对性和相对性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二、真理的检验标准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三、真理与价值的辩证统一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认识世界和改造世界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一、认识世界的根本目的在于改造世界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二、一切从实际出发，实事求是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三、坚持守正创新，实现理论创新和实践创新的良性互动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第三章 人类社会及其发展规律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人类社会的存在与发展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一、社会存在与社会意识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二、社会基本矛盾及其运动规律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三、人类普遍交往与世界历史的形成发展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四、社会进步与社会形态更替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五、文明及其多样性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社会历史发展的动力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一、社会基本矛盾在历史发展中的作用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二、阶级斗争、社会革命在社会发展中的作用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三、科学技术在社会发展中的作用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四、文化在社会发展中的作用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人民群众在历史发展中的作用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一、人民群众是历史的创造者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二、个人在社会历史中的作用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三、群众、阶级、政党、领袖的关系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第四章 资本主义的本质及规律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商品经济和价值规律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一、商品经济的形成和发展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二、价值规律及其作用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三、以私有制为基础的商品经济的基本矛盾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四、深刻认识马克思劳动价值论的当代价值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资本主义经济制度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一、资本主义经济制度的产生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二、劳动力成为商品与货币转化为资本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三、生产剩余价值是资本主义生产方式的绝对规律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四、资本主义的基本矛盾与经济危机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资本主义上层建筑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一、资本主义政治制度及其本质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二、资本主义意识形态及其本质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第五章 资本主义的发展及其趋势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垄断资本主义的形成与发展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一、资本主义从自由竞争到垄断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二、垄断资本主义的发展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三、经济全球化及其影响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正确认识当代资本主义的新变化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一、第二次世界大战后资本主义的变化及其实质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二、当代资本主义变化的新特征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三、世界大变局下资本主义的矛盾与冲突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资本主义的历史地位和发展趋势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一、资本主义的历史地位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二、资本主义为社会主义所代替的历史必然性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第六章 社会主义的发展及其规律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社会主义五百年的历史进程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一、社会主义从空想到科学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二、社会主义从理想到现实、从一国到多国的发展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三、社会主义在中国焕发出蓬勃生机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科学社会主义基本原则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一、科学社会主义基本原则的主要内容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二、正确把握科学社会主义基本原则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三、科学社会主义基本原则与中国特色社会主义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在实践中探索社会主义的发展规律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一、社会主义建设过程的长期性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二、社会主义发展道路的多样性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三、社会主义在实践中开拓前进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第七章 共产主义崇高理想及其最终实现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展望未来共产主义新社会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一、预见未来社会的方法论原则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二、共产主义社会的基本特征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实现共产主义是历史发展的必然趋势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一、实现共产主义是历史发展的必然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二、实现共产主义是长期的历史过程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共产主义远大理想与中国特色社会主义共同理想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一、坚持远大理想与共同理想的辩证统一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二、坚定理想信念，投身新时代中国特色社会主义伟大事业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/>
    <w:p>
      <w:pPr>
        <w:rPr>
          <w:rFonts w:hint="eastAsia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5294A05"/>
    <w:rsid w:val="09604808"/>
    <w:rsid w:val="33C628DD"/>
    <w:rsid w:val="4E887714"/>
    <w:rsid w:val="5F6C4C67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1506</Words>
  <Characters>1516</Characters>
  <Lines>0</Lines>
  <Paragraphs>0</Paragraphs>
  <TotalTime>3</TotalTime>
  <ScaleCrop>false</ScaleCrop>
  <LinksUpToDate>false</LinksUpToDate>
  <CharactersWithSpaces>1546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2023-07-17T01:59:00Z</cp:lastPrinted>
  <dcterms:modified xsi:type="dcterms:W3CDTF">2023-07-19T02:23:53Z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